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197DEC">
        <w:rPr>
          <w:rFonts w:cstheme="minorHAnsi"/>
          <w:noProof/>
        </w:rPr>
        <w:t>jeudi 4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3200400" cy="12134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2B5CF1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RPE </w:t>
                          </w:r>
                          <w:r w:rsidR="001A637F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Mûrs-Erigné</w:t>
                          </w:r>
                          <w:r w:rsidR="00197DEC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 Soulaines-sur-Aubance</w:t>
                          </w:r>
                        </w:p>
                        <w:p w:rsidR="002B5CF1" w:rsidRDefault="001A637F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11 rue des Alouettes</w:t>
                          </w:r>
                        </w:p>
                        <w:p w:rsidR="00256C33" w:rsidRDefault="001A637F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49610 MÛRS-ERIGNE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1A637F" w:rsidRPr="00C754BD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rpe-murserignesoulaines</w:t>
                            </w:r>
                            <w:r w:rsidR="001A637F" w:rsidRPr="00C754BD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B5CF1" w:rsidRPr="001A637F" w:rsidRDefault="001A637F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 : 02 41 66 38 91</w:t>
                          </w:r>
                        </w:p>
                        <w:p w:rsidR="008D46A9" w:rsidRPr="001A637F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32C6B" w:rsidRPr="001A637F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1A637F">
                            <w:rPr>
                              <w:color w:val="878786"/>
                              <w:sz w:val="12"/>
                              <w:szCs w:val="12"/>
                            </w:rPr>
                            <w:t>01658</w:t>
                          </w:r>
                        </w:p>
                        <w:p w:rsidR="00256C33" w:rsidRPr="00BD52B4" w:rsidRDefault="00197DEC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RPE Mûrs-Erigné Soulaines-sur-Aubance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5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" stroked="f">
              <v:textbox>
                <w:txbxContent>
                  <w:p w:rsidR="00256C33" w:rsidRPr="00642DA0" w:rsidRDefault="002B5CF1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RPE </w:t>
                    </w:r>
                    <w:r w:rsidR="001A637F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Mûrs-Erigné</w:t>
                    </w:r>
                    <w:r w:rsidR="00197DEC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 Soulaines-sur-Aubance</w:t>
                    </w:r>
                  </w:p>
                  <w:p w:rsidR="002B5CF1" w:rsidRDefault="001A637F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11 rue des Alouettes</w:t>
                    </w:r>
                  </w:p>
                  <w:p w:rsidR="00256C33" w:rsidRDefault="001A637F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49610 MÛRS-ERIGNE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1A637F" w:rsidRPr="00C754BD">
                        <w:rPr>
                          <w:rStyle w:val="Lienhypertexte"/>
                          <w:sz w:val="16"/>
                          <w:szCs w:val="16"/>
                        </w:rPr>
                        <w:t>rpe-murserignesoulaines</w:t>
                      </w:r>
                      <w:r w:rsidR="001A637F" w:rsidRPr="00C754BD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B5CF1" w:rsidRPr="001A637F" w:rsidRDefault="001A637F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 : 02 41 66 38 91</w:t>
                    </w:r>
                  </w:p>
                  <w:p w:rsidR="008D46A9" w:rsidRPr="001A637F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32C6B" w:rsidRPr="001A637F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1A637F">
                      <w:rPr>
                        <w:color w:val="878786"/>
                        <w:sz w:val="12"/>
                        <w:szCs w:val="12"/>
                      </w:rPr>
                      <w:t>01658</w:t>
                    </w:r>
                  </w:p>
                  <w:p w:rsidR="00256C33" w:rsidRPr="00BD52B4" w:rsidRDefault="00197DEC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RPE Mûrs-Erigné Soulaines-sur-Aubance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5297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97DEC"/>
    <w:rsid w:val="001A3649"/>
    <w:rsid w:val="001A637F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669A5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1310109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rpe-murserignesoulaines-pdl@vyv3.fr" TargetMode="External"/><Relationship Id="rId1" Type="http://schemas.openxmlformats.org/officeDocument/2006/relationships/hyperlink" Target="mailto:rpe-murserignesoulaines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14d88cad-2694-4fc8-ba0f-2537f7b00320"/>
    <ds:schemaRef ds:uri="http://purl.org/dc/dcmitype/"/>
    <ds:schemaRef ds:uri="http://schemas.openxmlformats.org/package/2006/metadata/core-properties"/>
    <ds:schemaRef ds:uri="b7fc1b99-8ebe-4374-9cc1-f5204f903109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8234F9-7C78-4800-813D-A21A3C80A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2</TotalTime>
  <Pages>2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2023-12-21T15:50:00Z</dcterms:created>
  <dcterms:modified xsi:type="dcterms:W3CDTF">2024-01-04T08:01:00Z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